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1169761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4448D4">
        <w:rPr>
          <w:lang w:eastAsia="cs-CZ"/>
        </w:rPr>
        <w:t>73044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007254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8C761D">
        <w:rPr>
          <w:rFonts w:eastAsia="Times New Roman" w:cs="Times New Roman"/>
          <w:b/>
          <w:lang w:eastAsia="cs-CZ"/>
        </w:rPr>
        <w:t>3</w:t>
      </w:r>
      <w:r w:rsidR="004448D4">
        <w:rPr>
          <w:rFonts w:eastAsia="Times New Roman" w:cs="Times New Roman"/>
          <w:b/>
          <w:lang w:eastAsia="cs-CZ"/>
        </w:rPr>
        <w:t>6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4448D4">
        <w:rPr>
          <w:rFonts w:eastAsia="Times New Roman" w:cs="Times New Roman"/>
          <w:lang w:eastAsia="cs-CZ"/>
        </w:rPr>
        <w:t>73044</w:t>
      </w:r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3786D" w14:textId="77777777" w:rsidR="00B87BF3" w:rsidRDefault="00B87BF3" w:rsidP="00962258">
      <w:pPr>
        <w:spacing w:after="0" w:line="240" w:lineRule="auto"/>
      </w:pPr>
      <w:r>
        <w:separator/>
      </w:r>
    </w:p>
  </w:endnote>
  <w:endnote w:type="continuationSeparator" w:id="0">
    <w:p w14:paraId="6EA3DE1D" w14:textId="77777777" w:rsidR="00B87BF3" w:rsidRDefault="00B87B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1E300" w14:textId="77777777" w:rsidR="00B87BF3" w:rsidRDefault="00B87BF3" w:rsidP="00962258">
      <w:pPr>
        <w:spacing w:after="0" w:line="240" w:lineRule="auto"/>
      </w:pPr>
      <w:r>
        <w:separator/>
      </w:r>
    </w:p>
  </w:footnote>
  <w:footnote w:type="continuationSeparator" w:id="0">
    <w:p w14:paraId="0BEBCF2D" w14:textId="77777777" w:rsidR="00B87BF3" w:rsidRDefault="00B87B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476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448D4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26F64"/>
    <w:rsid w:val="00660AD3"/>
    <w:rsid w:val="0066448C"/>
    <w:rsid w:val="00673792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4573D"/>
    <w:rsid w:val="00745F4E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A3568"/>
    <w:rsid w:val="008C0541"/>
    <w:rsid w:val="008C54B0"/>
    <w:rsid w:val="008C761D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7509B"/>
    <w:rsid w:val="009833E1"/>
    <w:rsid w:val="00986B69"/>
    <w:rsid w:val="00992D9C"/>
    <w:rsid w:val="00996CB8"/>
    <w:rsid w:val="009B14A9"/>
    <w:rsid w:val="009B2E97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87BF3"/>
    <w:rsid w:val="00BD7E91"/>
    <w:rsid w:val="00BF396D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D5AC4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A92BAF-5091-4FE3-8C5F-BF2EEB661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15</cp:revision>
  <cp:lastPrinted>2023-11-06T07:51:00Z</cp:lastPrinted>
  <dcterms:created xsi:type="dcterms:W3CDTF">2023-03-24T15:27:00Z</dcterms:created>
  <dcterms:modified xsi:type="dcterms:W3CDTF">2023-11-06T07:51:00Z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